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4C33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91334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68E3AB" w14:textId="13BB887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129BF">
        <w:rPr>
          <w:rFonts w:ascii="Corbel" w:hAnsi="Corbel"/>
          <w:i/>
          <w:smallCaps/>
          <w:sz w:val="24"/>
          <w:szCs w:val="24"/>
        </w:rPr>
        <w:t xml:space="preserve"> 20</w:t>
      </w:r>
      <w:r w:rsidR="0088445F">
        <w:rPr>
          <w:rFonts w:ascii="Corbel" w:hAnsi="Corbel"/>
          <w:i/>
          <w:smallCaps/>
          <w:sz w:val="24"/>
          <w:szCs w:val="24"/>
        </w:rPr>
        <w:t>19</w:t>
      </w:r>
      <w:r w:rsidR="005129BF">
        <w:rPr>
          <w:rFonts w:ascii="Corbel" w:hAnsi="Corbel"/>
          <w:i/>
          <w:smallCaps/>
          <w:sz w:val="24"/>
          <w:szCs w:val="24"/>
        </w:rPr>
        <w:t>-202</w:t>
      </w:r>
      <w:r w:rsidR="0088445F">
        <w:rPr>
          <w:rFonts w:ascii="Corbel" w:hAnsi="Corbel"/>
          <w:i/>
          <w:smallCaps/>
          <w:sz w:val="24"/>
          <w:szCs w:val="24"/>
        </w:rPr>
        <w:t>1</w:t>
      </w:r>
    </w:p>
    <w:p w14:paraId="5DF2C56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8CCA2D" w14:textId="2E0EA4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8148B">
        <w:rPr>
          <w:rFonts w:ascii="Corbel" w:hAnsi="Corbel"/>
          <w:sz w:val="20"/>
          <w:szCs w:val="20"/>
        </w:rPr>
        <w:t xml:space="preserve">ok akademicki   </w:t>
      </w:r>
      <w:r w:rsidR="00601D68">
        <w:rPr>
          <w:rFonts w:ascii="Corbel" w:hAnsi="Corbel"/>
          <w:sz w:val="20"/>
          <w:szCs w:val="20"/>
        </w:rPr>
        <w:t>202</w:t>
      </w:r>
      <w:r w:rsidR="0088445F">
        <w:rPr>
          <w:rFonts w:ascii="Corbel" w:hAnsi="Corbel"/>
          <w:sz w:val="20"/>
          <w:szCs w:val="20"/>
        </w:rPr>
        <w:t>0</w:t>
      </w:r>
      <w:r w:rsidR="00601D68">
        <w:rPr>
          <w:rFonts w:ascii="Corbel" w:hAnsi="Corbel"/>
          <w:sz w:val="20"/>
          <w:szCs w:val="20"/>
        </w:rPr>
        <w:t>/202</w:t>
      </w:r>
      <w:r w:rsidR="0088445F">
        <w:rPr>
          <w:rFonts w:ascii="Corbel" w:hAnsi="Corbel"/>
          <w:sz w:val="20"/>
          <w:szCs w:val="20"/>
        </w:rPr>
        <w:t>1</w:t>
      </w:r>
    </w:p>
    <w:p w14:paraId="453509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BC1A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0A5688" w14:textId="77777777" w:rsidTr="00B819C8">
        <w:tc>
          <w:tcPr>
            <w:tcW w:w="2694" w:type="dxa"/>
            <w:vAlign w:val="center"/>
          </w:tcPr>
          <w:p w14:paraId="315538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7D81B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Interwencja kryzysowa w pracy z rodziną</w:t>
            </w:r>
          </w:p>
        </w:tc>
      </w:tr>
      <w:tr w:rsidR="0085747A" w:rsidRPr="009C54AE" w14:paraId="440AFC94" w14:textId="77777777" w:rsidTr="00B819C8">
        <w:tc>
          <w:tcPr>
            <w:tcW w:w="2694" w:type="dxa"/>
            <w:vAlign w:val="center"/>
          </w:tcPr>
          <w:p w14:paraId="0DA667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D45699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P2S[3]F_01</w:t>
            </w:r>
          </w:p>
        </w:tc>
      </w:tr>
      <w:tr w:rsidR="0085747A" w:rsidRPr="009C54AE" w14:paraId="4977BEDC" w14:textId="77777777" w:rsidTr="00B819C8">
        <w:tc>
          <w:tcPr>
            <w:tcW w:w="2694" w:type="dxa"/>
            <w:vAlign w:val="center"/>
          </w:tcPr>
          <w:p w14:paraId="7488A1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BBB93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260DC4" w14:textId="77777777" w:rsidTr="00B819C8">
        <w:tc>
          <w:tcPr>
            <w:tcW w:w="2694" w:type="dxa"/>
            <w:vAlign w:val="center"/>
          </w:tcPr>
          <w:p w14:paraId="11E1CA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6DCEC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3F237A56" w14:textId="77777777" w:rsidTr="00B819C8">
        <w:tc>
          <w:tcPr>
            <w:tcW w:w="2694" w:type="dxa"/>
            <w:vAlign w:val="center"/>
          </w:tcPr>
          <w:p w14:paraId="44EB1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ACA43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7DD5C06" w14:textId="77777777" w:rsidTr="00B819C8">
        <w:tc>
          <w:tcPr>
            <w:tcW w:w="2694" w:type="dxa"/>
            <w:vAlign w:val="center"/>
          </w:tcPr>
          <w:p w14:paraId="4F19183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C31A87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14A43A1C" w14:textId="77777777" w:rsidTr="00B819C8">
        <w:tc>
          <w:tcPr>
            <w:tcW w:w="2694" w:type="dxa"/>
            <w:vAlign w:val="center"/>
          </w:tcPr>
          <w:p w14:paraId="72202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A1B4DC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65CC3F" w14:textId="77777777" w:rsidTr="00B819C8">
        <w:tc>
          <w:tcPr>
            <w:tcW w:w="2694" w:type="dxa"/>
            <w:vAlign w:val="center"/>
          </w:tcPr>
          <w:p w14:paraId="7B5604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E4B7A4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3D99186" w14:textId="77777777" w:rsidTr="00B819C8">
        <w:tc>
          <w:tcPr>
            <w:tcW w:w="2694" w:type="dxa"/>
            <w:vAlign w:val="center"/>
          </w:tcPr>
          <w:p w14:paraId="6E59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D880F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="0085747A" w:rsidRPr="009C54AE" w14:paraId="5B4D2AB6" w14:textId="77777777" w:rsidTr="00B819C8">
        <w:tc>
          <w:tcPr>
            <w:tcW w:w="2694" w:type="dxa"/>
            <w:vAlign w:val="center"/>
          </w:tcPr>
          <w:p w14:paraId="5CB0A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3B902" w14:textId="77777777" w:rsidR="0085747A" w:rsidRPr="009C54AE" w:rsidRDefault="00771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E87F065" w14:textId="77777777" w:rsidTr="00B819C8">
        <w:tc>
          <w:tcPr>
            <w:tcW w:w="2694" w:type="dxa"/>
            <w:vAlign w:val="center"/>
          </w:tcPr>
          <w:p w14:paraId="3A6C6F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4DC65" w14:textId="77777777" w:rsidR="00923D7D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0EE6CB7F" w14:textId="77777777" w:rsidTr="00B819C8">
        <w:tc>
          <w:tcPr>
            <w:tcW w:w="2694" w:type="dxa"/>
            <w:vAlign w:val="center"/>
          </w:tcPr>
          <w:p w14:paraId="701E4D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8FF64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14:paraId="181F3552" w14:textId="77777777" w:rsidTr="00B819C8">
        <w:tc>
          <w:tcPr>
            <w:tcW w:w="2694" w:type="dxa"/>
            <w:vAlign w:val="center"/>
          </w:tcPr>
          <w:p w14:paraId="47197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E6462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04D3F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9405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AEEA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56E5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6B29D3" w14:textId="77777777" w:rsidTr="004B3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3A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9D2F2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66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B8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B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0A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4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B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40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1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EFC43" w14:textId="77777777" w:rsidTr="004B3D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5A6B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1BF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054A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A6C0" w14:textId="77777777" w:rsidR="00015B8F" w:rsidRPr="009C54AE" w:rsidRDefault="00F07C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D670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537E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C339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08E5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2F6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0BB4" w14:textId="77777777" w:rsidR="00015B8F" w:rsidRPr="009C54AE" w:rsidRDefault="003B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B905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AD997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E67DF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A7A77" w14:textId="77777777" w:rsidR="0085747A" w:rsidRPr="009C54AE" w:rsidRDefault="004A489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3B900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6801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08441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2A00BF" w14:textId="77777777" w:rsidR="009C54AE" w:rsidRDefault="004A48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 xml:space="preserve">Zaliczenie z oceną </w:t>
      </w:r>
    </w:p>
    <w:p w14:paraId="7E6B950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40E7E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F1D89E" w14:textId="77777777" w:rsidTr="00745302">
        <w:tc>
          <w:tcPr>
            <w:tcW w:w="9670" w:type="dxa"/>
          </w:tcPr>
          <w:p w14:paraId="550DC2AA" w14:textId="77777777" w:rsidR="0085747A" w:rsidRPr="009C54AE" w:rsidRDefault="004A489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elementarnej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przez studenta z zakresu przedmiotów: metodyka p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racy socjalnej: geneza i rozwój, praca socjalna i jej nowe kierunki oraz poradnictwo rodzinne i diagnoza problemowa rodziny.</w:t>
            </w:r>
          </w:p>
        </w:tc>
      </w:tr>
    </w:tbl>
    <w:p w14:paraId="580FD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36A4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4240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AD89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8E7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D1363" w:rsidRPr="009C54AE" w14:paraId="4781A688" w14:textId="77777777" w:rsidTr="004D1363">
        <w:tc>
          <w:tcPr>
            <w:tcW w:w="845" w:type="dxa"/>
            <w:vAlign w:val="center"/>
          </w:tcPr>
          <w:p w14:paraId="71DC5AD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94FB83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="004D1363" w:rsidRPr="009C54AE" w14:paraId="7E053534" w14:textId="77777777" w:rsidTr="004D1363">
        <w:tc>
          <w:tcPr>
            <w:tcW w:w="845" w:type="dxa"/>
            <w:vAlign w:val="center"/>
          </w:tcPr>
          <w:p w14:paraId="53DE965B" w14:textId="77777777" w:rsidR="004D1363" w:rsidRPr="009C54AE" w:rsidRDefault="004D1363" w:rsidP="004D13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D3B10EE" w14:textId="77777777" w:rsidR="004D1363" w:rsidRPr="009C54AE" w:rsidRDefault="004D1363" w:rsidP="004D136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="004D1363" w:rsidRPr="009C54AE" w14:paraId="34E7E4D4" w14:textId="77777777" w:rsidTr="000738FA">
        <w:tc>
          <w:tcPr>
            <w:tcW w:w="845" w:type="dxa"/>
            <w:vAlign w:val="center"/>
          </w:tcPr>
          <w:p w14:paraId="28D6F55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8DEDC8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14:paraId="3F4264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0F665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D52B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2452BA2" w14:textId="77777777" w:rsidTr="00703B69">
        <w:tc>
          <w:tcPr>
            <w:tcW w:w="1681" w:type="dxa"/>
            <w:vAlign w:val="center"/>
          </w:tcPr>
          <w:p w14:paraId="6AE0CA9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C9DA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DDB3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12C24DD" w14:textId="77777777" w:rsidTr="00703B69">
        <w:tc>
          <w:tcPr>
            <w:tcW w:w="1681" w:type="dxa"/>
          </w:tcPr>
          <w:p w14:paraId="22A7B4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3CD99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prawidłowości  oraz dysfunkcje występujące w strukturze więzi społecznych w rodzinie i społeczności lokalnej.</w:t>
            </w:r>
          </w:p>
        </w:tc>
        <w:tc>
          <w:tcPr>
            <w:tcW w:w="1865" w:type="dxa"/>
          </w:tcPr>
          <w:p w14:paraId="56832B97" w14:textId="1394A56B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0427D25" w14:textId="77777777" w:rsidTr="00703B69">
        <w:tc>
          <w:tcPr>
            <w:tcW w:w="1681" w:type="dxa"/>
          </w:tcPr>
          <w:p w14:paraId="158EE0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36C558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</w:tcPr>
          <w:p w14:paraId="413D85CA" w14:textId="7299CE40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14:paraId="3313D349" w14:textId="77777777" w:rsidTr="00703B69">
        <w:tc>
          <w:tcPr>
            <w:tcW w:w="1681" w:type="dxa"/>
          </w:tcPr>
          <w:p w14:paraId="41C7E608" w14:textId="77777777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D0A8D5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</w:tcPr>
          <w:p w14:paraId="5BE9CABE" w14:textId="033493E5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703B69" w:rsidRPr="009C54AE" w14:paraId="066571F1" w14:textId="77777777" w:rsidTr="00703B69">
        <w:tc>
          <w:tcPr>
            <w:tcW w:w="1681" w:type="dxa"/>
          </w:tcPr>
          <w:p w14:paraId="1A9D5F74" w14:textId="77777777" w:rsidR="00703B69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263A701" w14:textId="77777777" w:rsidR="00703B69" w:rsidRPr="009C54AE" w:rsidRDefault="0044294A" w:rsidP="00B14F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</w:tcPr>
          <w:p w14:paraId="640A9E3D" w14:textId="75D2859D" w:rsidR="00703B69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CD0CD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6D008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BA75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364D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A30303" w14:textId="77777777" w:rsidTr="00B27100">
        <w:tc>
          <w:tcPr>
            <w:tcW w:w="9520" w:type="dxa"/>
          </w:tcPr>
          <w:p w14:paraId="3F3F6F70" w14:textId="77777777" w:rsidR="0085747A" w:rsidRPr="00B271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8477357" w14:textId="77777777" w:rsidTr="00B27100">
        <w:tc>
          <w:tcPr>
            <w:tcW w:w="9520" w:type="dxa"/>
          </w:tcPr>
          <w:p w14:paraId="2BB77670" w14:textId="77777777" w:rsidR="0085747A" w:rsidRPr="009C54AE" w:rsidRDefault="00B2710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820A37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2C551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CA12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651673" w14:textId="77777777" w:rsidTr="00B27100">
        <w:tc>
          <w:tcPr>
            <w:tcW w:w="9520" w:type="dxa"/>
          </w:tcPr>
          <w:p w14:paraId="45367CF8" w14:textId="77777777" w:rsidR="0085747A" w:rsidRPr="00B271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B27100" w:rsidRPr="009C54AE" w14:paraId="50307F03" w14:textId="77777777" w:rsidTr="00B27100">
        <w:tc>
          <w:tcPr>
            <w:tcW w:w="9520" w:type="dxa"/>
          </w:tcPr>
          <w:p w14:paraId="7F1B2A3E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lastRenderedPageBreak/>
              <w:t>Kryzys, jego rodzaje i interwencja kryzysowa: rozumienie zjawiska kryzysu, teoria kryzysu w</w:t>
            </w:r>
            <w:r w:rsidR="006D7901" w:rsidRP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proofErr w:type="spellStart"/>
            <w:r w:rsidR="00B572EC" w:rsidRPr="006D7901">
              <w:rPr>
                <w:sz w:val="24"/>
                <w:szCs w:val="24"/>
              </w:rPr>
              <w:t>Caplana</w:t>
            </w:r>
            <w:proofErr w:type="spellEnd"/>
            <w:r w:rsidR="00B572EC" w:rsidRPr="006D7901">
              <w:rPr>
                <w:sz w:val="24"/>
                <w:szCs w:val="24"/>
              </w:rPr>
              <w:t xml:space="preserve">, </w:t>
            </w:r>
            <w:proofErr w:type="spellStart"/>
            <w:r w:rsidR="00B572EC" w:rsidRPr="006D7901">
              <w:rPr>
                <w:sz w:val="24"/>
                <w:szCs w:val="24"/>
              </w:rPr>
              <w:t>Lazarusa</w:t>
            </w:r>
            <w:proofErr w:type="spellEnd"/>
            <w:r w:rsidRPr="006D7901">
              <w:rPr>
                <w:sz w:val="24"/>
                <w:szCs w:val="24"/>
              </w:rPr>
              <w:t>.</w:t>
            </w:r>
            <w:r w:rsidR="00B572EC" w:rsidRPr="006D7901">
              <w:rPr>
                <w:sz w:val="24"/>
                <w:szCs w:val="24"/>
              </w:rPr>
              <w:t xml:space="preserve"> Psychoanalityczna teoria rozwoju osobowości </w:t>
            </w:r>
            <w:proofErr w:type="spellStart"/>
            <w:r w:rsidR="00B572EC" w:rsidRPr="006D7901">
              <w:rPr>
                <w:sz w:val="24"/>
                <w:szCs w:val="24"/>
              </w:rPr>
              <w:t>Eriksona</w:t>
            </w:r>
            <w:proofErr w:type="spellEnd"/>
            <w:r w:rsidR="00B572EC" w:rsidRPr="006D7901">
              <w:rPr>
                <w:sz w:val="24"/>
                <w:szCs w:val="24"/>
              </w:rPr>
              <w:t>.</w:t>
            </w:r>
          </w:p>
        </w:tc>
      </w:tr>
      <w:tr w:rsidR="00B27100" w:rsidRPr="009C54AE" w14:paraId="7048AAEB" w14:textId="77777777" w:rsidTr="00B27100">
        <w:tc>
          <w:tcPr>
            <w:tcW w:w="9520" w:type="dxa"/>
          </w:tcPr>
          <w:p w14:paraId="6F8584E8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="006D7901" w:rsidRP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="00B27100" w:rsidRPr="009C54AE" w14:paraId="47E1D3D7" w14:textId="77777777" w:rsidTr="00B27100">
        <w:tc>
          <w:tcPr>
            <w:tcW w:w="9520" w:type="dxa"/>
          </w:tcPr>
          <w:p w14:paraId="2ED1F647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="006D7901" w:rsidRP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="00B27100" w:rsidRPr="009C54AE" w14:paraId="40939471" w14:textId="77777777" w:rsidTr="00B27100">
        <w:tc>
          <w:tcPr>
            <w:tcW w:w="9520" w:type="dxa"/>
          </w:tcPr>
          <w:p w14:paraId="3D88B4F9" w14:textId="77777777" w:rsidR="00B27100" w:rsidRPr="006D7901" w:rsidRDefault="00B27100" w:rsidP="006979CB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="006979CB" w:rsidRPr="006D7901">
              <w:rPr>
                <w:rFonts w:ascii="Calibri" w:hAnsi="Calibri"/>
              </w:rPr>
              <w:t>w przypadku przemocy w rodzinie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6979CB" w:rsidRPr="009C54AE" w14:paraId="72FF4D94" w14:textId="77777777" w:rsidTr="00B27100">
        <w:tc>
          <w:tcPr>
            <w:tcW w:w="9520" w:type="dxa"/>
          </w:tcPr>
          <w:p w14:paraId="78B280AC" w14:textId="77777777" w:rsidR="006979CB" w:rsidRPr="006D7901" w:rsidRDefault="006979CB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="00A35F51" w:rsidRP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="00B27100" w:rsidRPr="009C54AE" w14:paraId="6613EAF2" w14:textId="77777777" w:rsidTr="00B27100">
        <w:tc>
          <w:tcPr>
            <w:tcW w:w="9520" w:type="dxa"/>
          </w:tcPr>
          <w:p w14:paraId="475013C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398DF46D" w14:textId="77777777" w:rsidTr="00B27100">
        <w:tc>
          <w:tcPr>
            <w:tcW w:w="9520" w:type="dxa"/>
          </w:tcPr>
          <w:p w14:paraId="25293975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="006D7901" w:rsidRPr="006D7901">
              <w:rPr>
                <w:rFonts w:ascii="Calibri" w:hAnsi="Calibri"/>
              </w:rPr>
              <w:t xml:space="preserve">kcjonowania </w:t>
            </w:r>
            <w:proofErr w:type="spellStart"/>
            <w:r w:rsidR="006D7901" w:rsidRPr="006D7901">
              <w:rPr>
                <w:rFonts w:ascii="Calibri" w:hAnsi="Calibri"/>
              </w:rPr>
              <w:t>OPSiK</w:t>
            </w:r>
            <w:proofErr w:type="spellEnd"/>
            <w:r w:rsidR="006D7901" w:rsidRPr="006D7901">
              <w:rPr>
                <w:rFonts w:ascii="Calibri" w:hAnsi="Calibri"/>
              </w:rPr>
              <w:t xml:space="preserve"> w Rzeszowie. </w:t>
            </w:r>
          </w:p>
        </w:tc>
      </w:tr>
      <w:tr w:rsidR="00B27100" w:rsidRPr="009C54AE" w14:paraId="541C17EB" w14:textId="77777777" w:rsidTr="00B27100">
        <w:tc>
          <w:tcPr>
            <w:tcW w:w="9520" w:type="dxa"/>
          </w:tcPr>
          <w:p w14:paraId="15E6D8E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="006D7901" w:rsidRP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="00B27100" w:rsidRPr="009C54AE" w14:paraId="0EF1BB98" w14:textId="77777777" w:rsidTr="00B27100">
        <w:tc>
          <w:tcPr>
            <w:tcW w:w="9520" w:type="dxa"/>
          </w:tcPr>
          <w:p w14:paraId="54CE71D4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="00325963" w:rsidRPr="006D7901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="00325963" w:rsidRPr="006D7901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="006979CB" w:rsidRPr="006D7901">
              <w:rPr>
                <w:rFonts w:ascii="Calibri" w:hAnsi="Calibri"/>
              </w:rPr>
              <w:t xml:space="preserve"> Wniosek o wgląd w sytuację dziecka.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29D07DC" w14:textId="77777777" w:rsidTr="00B27100">
        <w:tc>
          <w:tcPr>
            <w:tcW w:w="9520" w:type="dxa"/>
          </w:tcPr>
          <w:p w14:paraId="6AB66712" w14:textId="77777777" w:rsidR="00B27100" w:rsidRPr="006D7901" w:rsidRDefault="007E4FA7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0976521" w14:textId="77777777" w:rsidTr="00B27100">
        <w:tc>
          <w:tcPr>
            <w:tcW w:w="9520" w:type="dxa"/>
          </w:tcPr>
          <w:p w14:paraId="0D437976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="00B27100" w:rsidRPr="009C54AE" w14:paraId="1D683500" w14:textId="77777777" w:rsidTr="00B27100">
        <w:tc>
          <w:tcPr>
            <w:tcW w:w="9520" w:type="dxa"/>
          </w:tcPr>
          <w:p w14:paraId="7B0F84D7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B27100" w:rsidRPr="009C54AE" w14:paraId="67318516" w14:textId="77777777" w:rsidTr="00B27100">
        <w:tc>
          <w:tcPr>
            <w:tcW w:w="9520" w:type="dxa"/>
          </w:tcPr>
          <w:p w14:paraId="41C61572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="006D7901" w:rsidRP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14:paraId="71CB92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C22B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74956C" w14:textId="77777777" w:rsidR="00E960BB" w:rsidRPr="0015169F" w:rsidRDefault="0015169F" w:rsidP="00D11980">
      <w:pPr>
        <w:pStyle w:val="Punktygwne"/>
        <w:tabs>
          <w:tab w:val="left" w:pos="284"/>
        </w:tabs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źródłowych z dyskusją, praca w grupach, wykład konwersatoryjny, hospitacje terenowe w </w:t>
      </w:r>
      <w:proofErr w:type="spellStart"/>
      <w:r>
        <w:rPr>
          <w:rFonts w:ascii="Corbel" w:hAnsi="Corbel"/>
          <w:b w:val="0"/>
          <w:smallCaps w:val="0"/>
          <w:szCs w:val="24"/>
        </w:rPr>
        <w:t>OPSiK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w Rzeszowie. </w:t>
      </w:r>
    </w:p>
    <w:p w14:paraId="7C9559B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01A6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218F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7F70B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1315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BDEA4F" w14:textId="77777777" w:rsidTr="00D11980">
        <w:tc>
          <w:tcPr>
            <w:tcW w:w="1962" w:type="dxa"/>
            <w:vAlign w:val="center"/>
          </w:tcPr>
          <w:p w14:paraId="123F484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C49C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B739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9264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DF1F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1980" w:rsidRPr="009C54AE" w14:paraId="24E101C6" w14:textId="77777777" w:rsidTr="00D11980">
        <w:tc>
          <w:tcPr>
            <w:tcW w:w="1962" w:type="dxa"/>
          </w:tcPr>
          <w:p w14:paraId="1AD2A44E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DF60261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14:paraId="01C60601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11980" w:rsidRPr="009C54AE" w14:paraId="7A200DC4" w14:textId="77777777" w:rsidTr="00D11980">
        <w:tc>
          <w:tcPr>
            <w:tcW w:w="1962" w:type="dxa"/>
          </w:tcPr>
          <w:p w14:paraId="670DBF41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6F058B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5F3472AC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11980" w:rsidRPr="009C54AE" w14:paraId="256AD46F" w14:textId="77777777" w:rsidTr="00D11980">
        <w:tc>
          <w:tcPr>
            <w:tcW w:w="1962" w:type="dxa"/>
          </w:tcPr>
          <w:p w14:paraId="3ABD1DE0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2FF604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EFDB08D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11980" w:rsidRPr="009C54AE" w14:paraId="49739553" w14:textId="77777777" w:rsidTr="00D11980">
        <w:tc>
          <w:tcPr>
            <w:tcW w:w="1962" w:type="dxa"/>
          </w:tcPr>
          <w:p w14:paraId="0E647D8B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0310175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311B5AE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23465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64E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C1670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A43F2" w14:textId="77777777" w:rsidTr="00923D7D">
        <w:tc>
          <w:tcPr>
            <w:tcW w:w="9670" w:type="dxa"/>
          </w:tcPr>
          <w:p w14:paraId="1799E26A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14:paraId="058FCDF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14:paraId="78DCF47C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14:paraId="4F9C39F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769DCB4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7344C2E6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2FF5E5C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77C85EB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4F2A498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• 64% - 72% (3.5)</w:t>
            </w:r>
          </w:p>
          <w:p w14:paraId="2454CDD7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6469713E" w14:textId="77777777" w:rsidR="0085747A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14:paraId="3C7D6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08C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258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17890A2" w14:textId="77777777" w:rsidTr="003E1941">
        <w:tc>
          <w:tcPr>
            <w:tcW w:w="4962" w:type="dxa"/>
            <w:vAlign w:val="center"/>
          </w:tcPr>
          <w:p w14:paraId="3693AA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2C4E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B4BCFD" w14:textId="77777777" w:rsidTr="00923D7D">
        <w:tc>
          <w:tcPr>
            <w:tcW w:w="4962" w:type="dxa"/>
          </w:tcPr>
          <w:p w14:paraId="195171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8DE5C6" w14:textId="77777777" w:rsidR="0085747A" w:rsidRPr="009C54AE" w:rsidRDefault="00E57FF2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AC9C29" w14:textId="77777777" w:rsidTr="00923D7D">
        <w:tc>
          <w:tcPr>
            <w:tcW w:w="4962" w:type="dxa"/>
          </w:tcPr>
          <w:p w14:paraId="5AC30A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76D3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49BB646" w14:textId="77777777" w:rsidR="00C61DC5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94BDAF6" w14:textId="77777777" w:rsidTr="00923D7D">
        <w:tc>
          <w:tcPr>
            <w:tcW w:w="4962" w:type="dxa"/>
          </w:tcPr>
          <w:p w14:paraId="3CEF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11FE0B" w14:textId="77777777" w:rsidR="00C61DC5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0A9A1F6" w14:textId="77777777" w:rsidTr="00923D7D">
        <w:tc>
          <w:tcPr>
            <w:tcW w:w="4962" w:type="dxa"/>
          </w:tcPr>
          <w:p w14:paraId="1E1C0F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9C8511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00E5B3" w14:textId="77777777" w:rsidTr="00923D7D">
        <w:tc>
          <w:tcPr>
            <w:tcW w:w="4962" w:type="dxa"/>
          </w:tcPr>
          <w:p w14:paraId="16B72A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E4F7BE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78EE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59E3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63C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19D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FB74C1" w14:textId="77777777" w:rsidTr="0071620A">
        <w:trPr>
          <w:trHeight w:val="397"/>
        </w:trPr>
        <w:tc>
          <w:tcPr>
            <w:tcW w:w="3544" w:type="dxa"/>
          </w:tcPr>
          <w:p w14:paraId="399E00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8FA009" w14:textId="77777777" w:rsidR="0085747A" w:rsidRPr="009C54AE" w:rsidRDefault="00E57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F06630" w14:textId="77777777" w:rsidTr="0071620A">
        <w:trPr>
          <w:trHeight w:val="397"/>
        </w:trPr>
        <w:tc>
          <w:tcPr>
            <w:tcW w:w="3544" w:type="dxa"/>
          </w:tcPr>
          <w:p w14:paraId="0EBAD0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E832C4" w14:textId="77777777" w:rsidR="0085747A" w:rsidRPr="009C54AE" w:rsidRDefault="00E57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8D29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73CEE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5D5EB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140DB" w:rsidRPr="009C54AE" w14:paraId="07C90BB9" w14:textId="77777777" w:rsidTr="000140DB">
        <w:trPr>
          <w:trHeight w:val="397"/>
        </w:trPr>
        <w:tc>
          <w:tcPr>
            <w:tcW w:w="9355" w:type="dxa"/>
          </w:tcPr>
          <w:p w14:paraId="49A98907" w14:textId="77777777" w:rsidR="000140DB" w:rsidRPr="00724656" w:rsidRDefault="000140DB" w:rsidP="00AC614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30CCEA4B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Badura-Madej W. (red.). (1999). Wybrane zagadnienia interwencji kryzysowej. Poradnik dla pracowników socjalnych. Katowice: Wyd. Śląsk</w:t>
            </w:r>
          </w:p>
          <w:p w14:paraId="6D67D666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25C56">
              <w:rPr>
                <w:rFonts w:ascii="Corbel" w:hAnsi="Corbel"/>
                <w:color w:val="000000"/>
                <w:szCs w:val="24"/>
                <w:lang w:val="en-US"/>
              </w:rPr>
              <w:t xml:space="preserve">Greenstone J. L., Leviton S. C. (2004).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Interwencja kryzysowa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Gdańsk</w:t>
            </w:r>
            <w:r>
              <w:rPr>
                <w:rFonts w:ascii="Corbel" w:hAnsi="Corbel"/>
                <w:color w:val="000000"/>
                <w:szCs w:val="24"/>
              </w:rPr>
              <w:t>: GWP.</w:t>
            </w:r>
          </w:p>
          <w:p w14:paraId="32531616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Wirkus</w:t>
            </w:r>
            <w:r>
              <w:rPr>
                <w:rFonts w:ascii="Corbel" w:hAnsi="Corbel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color w:val="000000"/>
                <w:szCs w:val="24"/>
              </w:rPr>
              <w:t>, Kozłowski</w:t>
            </w:r>
            <w:r>
              <w:rPr>
                <w:rFonts w:ascii="Corbel" w:hAnsi="Corbel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rodzinie. Ujęcie interdyscyplinarne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iCs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Wyd. Impuls. </w:t>
            </w:r>
          </w:p>
          <w:p w14:paraId="0B3952EC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Jaszczak-Kuźmińska</w:t>
            </w:r>
            <w:r>
              <w:rPr>
                <w:rFonts w:ascii="Corbel" w:hAnsi="Corbel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color w:val="000000"/>
                <w:szCs w:val="24"/>
              </w:rPr>
              <w:t>, Michalska</w:t>
            </w:r>
            <w:r>
              <w:rPr>
                <w:rFonts w:ascii="Corbel" w:hAnsi="Corbel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 wobec osób starszych i niepełnosprawnych. Poradnik dla pracowników pierwszego kontaktu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Ministerstwo Pracy i Polityki Społeczne</w:t>
            </w:r>
            <w:r>
              <w:rPr>
                <w:rFonts w:ascii="Corbel" w:hAnsi="Corbel"/>
                <w:color w:val="000000"/>
                <w:szCs w:val="24"/>
              </w:rPr>
              <w:t>j.</w:t>
            </w:r>
          </w:p>
          <w:p w14:paraId="48FA1203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Michalska K., Jaszczak-Kuźmińska D.</w:t>
            </w:r>
            <w:r>
              <w:rPr>
                <w:rFonts w:ascii="Corbel" w:hAnsi="Corbel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PARPA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14:paraId="0E8B7FCB" w14:textId="69DC7179" w:rsidR="000140DB" w:rsidRP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F1BC1">
              <w:rPr>
                <w:rFonts w:ascii="Corbel" w:hAnsi="Corbel"/>
                <w:color w:val="000000"/>
                <w:szCs w:val="24"/>
              </w:rPr>
              <w:t>Rzadkiewicz M.</w:t>
            </w:r>
            <w:r>
              <w:rPr>
                <w:rFonts w:ascii="Corbel" w:hAnsi="Corbel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Wnuki w obliczu zbliżającej się śmierci dziadków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Owczarek K., </w:t>
            </w:r>
            <w:proofErr w:type="spellStart"/>
            <w:r w:rsidRPr="001F1BC1">
              <w:rPr>
                <w:rFonts w:ascii="Corbel" w:hAnsi="Corbel"/>
                <w:color w:val="000000"/>
                <w:szCs w:val="24"/>
              </w:rPr>
              <w:t>Łazarewicz</w:t>
            </w:r>
            <w:proofErr w:type="spellEnd"/>
            <w:r w:rsidRPr="001F1BC1">
              <w:rPr>
                <w:rFonts w:ascii="Corbel" w:hAnsi="Corbel"/>
                <w:color w:val="000000"/>
                <w:szCs w:val="24"/>
              </w:rPr>
              <w:t xml:space="preserve"> M. A. (red.),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Pogoda na starość. Podręcznik skutecznego wspierania seniorów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color w:val="000000"/>
                <w:szCs w:val="24"/>
              </w:rPr>
              <w:t>Wyd. Wolters Kluwer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14:paraId="18B235DD" w14:textId="77777777" w:rsidR="000140DB" w:rsidRPr="00025C56" w:rsidRDefault="000140DB" w:rsidP="00025C5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 xml:space="preserve">Ustawa o przeciwdziałaniu przemocy w rodzinie z dn.29 lipca 2005 z </w:t>
            </w:r>
            <w:proofErr w:type="spellStart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pózn</w:t>
            </w:r>
            <w:proofErr w:type="spellEnd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., zm.</w:t>
            </w:r>
          </w:p>
        </w:tc>
      </w:tr>
      <w:tr w:rsidR="000140DB" w:rsidRPr="009C54AE" w14:paraId="3F679EB7" w14:textId="77777777" w:rsidTr="000140DB">
        <w:trPr>
          <w:trHeight w:val="397"/>
        </w:trPr>
        <w:tc>
          <w:tcPr>
            <w:tcW w:w="9355" w:type="dxa"/>
          </w:tcPr>
          <w:p w14:paraId="46D360AB" w14:textId="77777777" w:rsidR="000140DB" w:rsidRPr="00724656" w:rsidRDefault="000140DB" w:rsidP="00AC614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36305D42" w14:textId="77777777" w:rsidR="000140DB" w:rsidRDefault="000140DB" w:rsidP="00025C56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Gumkowska I. (2017).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06378ED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r w:rsidRPr="00025C56">
              <w:rPr>
                <w:rFonts w:ascii="Corbel" w:hAnsi="Corbel"/>
                <w:sz w:val="24"/>
                <w:szCs w:val="24"/>
              </w:rPr>
              <w:lastRenderedPageBreak/>
              <w:t>Jaszczak-Kuźmińska D., Michalska K. (2012). Zespoły interdyscyplinarne. Procedura „Niebieskie Karty”. Warszawa: PARPA.</w:t>
            </w:r>
          </w:p>
          <w:p w14:paraId="231F6ADA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iCs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Ogrodnik-Kalita A. (2016). </w:t>
            </w:r>
            <w:r w:rsidRPr="002C1052">
              <w:rPr>
                <w:rFonts w:ascii="Corbel" w:hAnsi="Corbel"/>
                <w:i/>
                <w:szCs w:val="24"/>
              </w:rPr>
              <w:t>Uzależnienie od alkoholu jako przyczyna rozkładu pożycia małżeńskiego</w:t>
            </w:r>
            <w:r>
              <w:rPr>
                <w:rFonts w:ascii="Corbel" w:hAnsi="Corbel"/>
                <w:i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szCs w:val="24"/>
              </w:rPr>
              <w:t xml:space="preserve">Lublin: Wyd. </w:t>
            </w:r>
            <w:proofErr w:type="spellStart"/>
            <w:r w:rsidRPr="002575B3">
              <w:rPr>
                <w:rFonts w:ascii="Corbel" w:hAnsi="Corbel"/>
                <w:iCs/>
                <w:szCs w:val="24"/>
              </w:rPr>
              <w:t>KUL.</w:t>
            </w:r>
            <w:proofErr w:type="spellEnd"/>
          </w:p>
          <w:p w14:paraId="6A46F666" w14:textId="00F070AE" w:rsidR="000140DB" w:rsidRP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Corbel" w:hAnsi="Corbel"/>
                <w:szCs w:val="24"/>
              </w:rPr>
              <w:t>Parysiewicz</w:t>
            </w:r>
            <w:proofErr w:type="spellEnd"/>
            <w:r>
              <w:rPr>
                <w:rFonts w:ascii="Corbel" w:hAnsi="Corbel"/>
                <w:szCs w:val="24"/>
              </w:rPr>
              <w:t xml:space="preserve"> B. (2012). </w:t>
            </w:r>
            <w:r w:rsidRPr="00DE5ED0">
              <w:rPr>
                <w:rFonts w:ascii="Corbel" w:hAnsi="Corbel"/>
                <w:i/>
                <w:szCs w:val="24"/>
              </w:rPr>
              <w:t>Dziecko jako sprawca przemocy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W: M. Chuchra, J. Jęczeń (red.), </w:t>
            </w:r>
            <w:r w:rsidRPr="00DE5ED0">
              <w:rPr>
                <w:rFonts w:ascii="Corbel" w:hAnsi="Corbel"/>
                <w:i/>
                <w:szCs w:val="24"/>
              </w:rPr>
              <w:t>Przemoc w małżeństwie i w rodzinie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Lublin: Wyd. KUL.</w:t>
            </w:r>
          </w:p>
        </w:tc>
      </w:tr>
    </w:tbl>
    <w:p w14:paraId="0540AF65" w14:textId="77777777" w:rsidR="000140DB" w:rsidRPr="009C54AE" w:rsidRDefault="000140DB" w:rsidP="000140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4830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79192" w14:textId="77777777" w:rsidR="00304630" w:rsidRDefault="00304630" w:rsidP="00C16ABF">
      <w:pPr>
        <w:spacing w:after="0" w:line="240" w:lineRule="auto"/>
      </w:pPr>
      <w:r>
        <w:separator/>
      </w:r>
    </w:p>
  </w:endnote>
  <w:endnote w:type="continuationSeparator" w:id="0">
    <w:p w14:paraId="481F7C3A" w14:textId="77777777" w:rsidR="00304630" w:rsidRDefault="003046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012789"/>
      <w:docPartObj>
        <w:docPartGallery w:val="Page Numbers (Bottom of Page)"/>
        <w:docPartUnique/>
      </w:docPartObj>
    </w:sdtPr>
    <w:sdtEndPr/>
    <w:sdtContent>
      <w:p w14:paraId="3F674D9A" w14:textId="6619D535" w:rsidR="004A4890" w:rsidRDefault="004A48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C56">
          <w:rPr>
            <w:noProof/>
          </w:rPr>
          <w:t>5</w:t>
        </w:r>
        <w:r>
          <w:fldChar w:fldCharType="end"/>
        </w:r>
      </w:p>
    </w:sdtContent>
  </w:sdt>
  <w:p w14:paraId="7918D07D" w14:textId="77777777" w:rsidR="0068148B" w:rsidRDefault="00681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1A109" w14:textId="77777777" w:rsidR="00304630" w:rsidRDefault="00304630" w:rsidP="00C16ABF">
      <w:pPr>
        <w:spacing w:after="0" w:line="240" w:lineRule="auto"/>
      </w:pPr>
      <w:r>
        <w:separator/>
      </w:r>
    </w:p>
  </w:footnote>
  <w:footnote w:type="continuationSeparator" w:id="0">
    <w:p w14:paraId="7BD06A38" w14:textId="77777777" w:rsidR="00304630" w:rsidRDefault="00304630" w:rsidP="00C16ABF">
      <w:pPr>
        <w:spacing w:after="0" w:line="240" w:lineRule="auto"/>
      </w:pPr>
      <w:r>
        <w:continuationSeparator/>
      </w:r>
    </w:p>
  </w:footnote>
  <w:footnote w:id="1">
    <w:p w14:paraId="7F551BF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5DF"/>
    <w:rsid w:val="000048FD"/>
    <w:rsid w:val="000077B4"/>
    <w:rsid w:val="000140DB"/>
    <w:rsid w:val="00015B8F"/>
    <w:rsid w:val="00020A37"/>
    <w:rsid w:val="00022ECE"/>
    <w:rsid w:val="00025C5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4630"/>
    <w:rsid w:val="00305C92"/>
    <w:rsid w:val="003151C5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9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50496F"/>
    <w:rsid w:val="005129BF"/>
    <w:rsid w:val="00513B6F"/>
    <w:rsid w:val="00517C63"/>
    <w:rsid w:val="005363C4"/>
    <w:rsid w:val="00536BDE"/>
    <w:rsid w:val="00543ACC"/>
    <w:rsid w:val="005558F2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1D2"/>
    <w:rsid w:val="00601D68"/>
    <w:rsid w:val="0061029B"/>
    <w:rsid w:val="00617230"/>
    <w:rsid w:val="00621CE1"/>
    <w:rsid w:val="00627FC9"/>
    <w:rsid w:val="00631005"/>
    <w:rsid w:val="00644ECB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4155"/>
    <w:rsid w:val="0081554D"/>
    <w:rsid w:val="0081707E"/>
    <w:rsid w:val="008355DE"/>
    <w:rsid w:val="008449B3"/>
    <w:rsid w:val="008552A2"/>
    <w:rsid w:val="0085747A"/>
    <w:rsid w:val="00884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16188"/>
    <w:rsid w:val="00923D7D"/>
    <w:rsid w:val="009508DF"/>
    <w:rsid w:val="00950DAC"/>
    <w:rsid w:val="00954A07"/>
    <w:rsid w:val="0095626D"/>
    <w:rsid w:val="00957DE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349"/>
    <w:rsid w:val="00D8678B"/>
    <w:rsid w:val="00DA2114"/>
    <w:rsid w:val="00DA6F3B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7E88"/>
    <w:rsid w:val="00E8107D"/>
    <w:rsid w:val="00E960BB"/>
    <w:rsid w:val="00EA2074"/>
    <w:rsid w:val="00EA4832"/>
    <w:rsid w:val="00EA4E9D"/>
    <w:rsid w:val="00EB02BC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987CE9-941D-437D-B72D-BDE0FF805B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388F0D-DA4F-45C6-8280-ED9EA9EA3339}"/>
</file>

<file path=customXml/itemProps3.xml><?xml version="1.0" encoding="utf-8"?>
<ds:datastoreItem xmlns:ds="http://schemas.openxmlformats.org/officeDocument/2006/customXml" ds:itemID="{76B33DB8-FAE5-46AA-B70F-5E28490CE282}"/>
</file>

<file path=customXml/itemProps4.xml><?xml version="1.0" encoding="utf-8"?>
<ds:datastoreItem xmlns:ds="http://schemas.openxmlformats.org/officeDocument/2006/customXml" ds:itemID="{D765B548-D79F-438D-A617-9AD79AED360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2019-07-31T10:11:00Z</cp:lastPrinted>
  <dcterms:created xsi:type="dcterms:W3CDTF">2021-09-30T19:25:00Z</dcterms:created>
  <dcterms:modified xsi:type="dcterms:W3CDTF">2021-10-02T10:48:00Z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